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12" w:rsidRPr="00DD4313" w:rsidRDefault="00A44812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A44812" w:rsidRPr="00DD4313" w:rsidRDefault="00A44812">
      <w:pPr>
        <w:rPr>
          <w:rFonts w:ascii="Comic Sans MS" w:hAnsi="Comic Sans MS"/>
          <w:sz w:val="24"/>
          <w:szCs w:val="24"/>
        </w:rPr>
      </w:pPr>
    </w:p>
    <w:p w:rsidR="00A44812" w:rsidRPr="00DD4313" w:rsidRDefault="00DD4313">
      <w:pPr>
        <w:rPr>
          <w:rFonts w:ascii="Comic Sans MS" w:hAnsi="Comic Sans MS"/>
          <w:sz w:val="24"/>
          <w:szCs w:val="24"/>
        </w:rPr>
      </w:pPr>
      <w:r w:rsidRPr="00DD4313">
        <w:rPr>
          <w:rFonts w:ascii="Comic Sans MS" w:hAnsi="Comic Sans MS"/>
          <w:sz w:val="24"/>
          <w:szCs w:val="24"/>
        </w:rPr>
        <w:t xml:space="preserve">Rubric for independent writing activity: </w:t>
      </w:r>
    </w:p>
    <w:p w:rsidR="00DD4313" w:rsidRDefault="00DD4313" w:rsidP="00DD4313">
      <w:pPr>
        <w:rPr>
          <w:rFonts w:ascii="Comic Sans MS" w:hAnsi="Comic Sans MS"/>
          <w:sz w:val="24"/>
          <w:szCs w:val="24"/>
        </w:rPr>
      </w:pPr>
      <w:r w:rsidRPr="00DD4313">
        <w:rPr>
          <w:rFonts w:ascii="Comic Sans MS" w:hAnsi="Comic Sans MS"/>
          <w:sz w:val="24"/>
          <w:szCs w:val="24"/>
        </w:rPr>
        <w:t xml:space="preserve">Using signal words in an appropriate order (O)  </w:t>
      </w:r>
      <w:r>
        <w:rPr>
          <w:rFonts w:ascii="Comic Sans MS" w:hAnsi="Comic Sans MS"/>
          <w:sz w:val="24"/>
          <w:szCs w:val="24"/>
        </w:rPr>
        <w:t xml:space="preserve"> </w:t>
      </w:r>
      <w:r w:rsidRPr="00DD4313">
        <w:rPr>
          <w:rFonts w:ascii="Comic Sans MS" w:hAnsi="Comic Sans MS"/>
          <w:sz w:val="24"/>
          <w:szCs w:val="24"/>
        </w:rPr>
        <w:t>+1</w:t>
      </w:r>
    </w:p>
    <w:p w:rsidR="00DD4313" w:rsidRPr="00DD4313" w:rsidRDefault="00DD4313" w:rsidP="00DD43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Including six events from their own life (E)    +1</w:t>
      </w:r>
    </w:p>
    <w:p w:rsidR="00DD4313" w:rsidRPr="00DD4313" w:rsidRDefault="00DD4313" w:rsidP="00DD4313">
      <w:pPr>
        <w:rPr>
          <w:rFonts w:ascii="Comic Sans MS" w:hAnsi="Comic Sans MS"/>
          <w:sz w:val="24"/>
          <w:szCs w:val="24"/>
        </w:rPr>
      </w:pPr>
      <w:r w:rsidRPr="00DD4313">
        <w:rPr>
          <w:rFonts w:ascii="Comic Sans MS" w:hAnsi="Comic Sans MS"/>
          <w:sz w:val="24"/>
          <w:szCs w:val="24"/>
        </w:rPr>
        <w:t xml:space="preserve">Your sentences makes sense and is free of grammatical errors (S)  </w:t>
      </w:r>
      <w:r>
        <w:rPr>
          <w:rFonts w:ascii="Comic Sans MS" w:hAnsi="Comic Sans MS"/>
          <w:sz w:val="24"/>
          <w:szCs w:val="24"/>
        </w:rPr>
        <w:t xml:space="preserve"> </w:t>
      </w:r>
      <w:r w:rsidRPr="00DD4313">
        <w:rPr>
          <w:rFonts w:ascii="Comic Sans MS" w:hAnsi="Comic Sans MS"/>
          <w:sz w:val="24"/>
          <w:szCs w:val="24"/>
        </w:rPr>
        <w:t>+1</w:t>
      </w:r>
    </w:p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DD4313" w:rsidRDefault="00DD4313"/>
    <w:p w:rsidR="00A44812" w:rsidRDefault="00A44812"/>
    <w:p w:rsidR="00A44812" w:rsidRDefault="00A44812"/>
    <w:p w:rsidR="00A44812" w:rsidRDefault="00A44812"/>
    <w:p w:rsidR="00A37776" w:rsidRDefault="00DD4313">
      <w:r>
        <w:rPr>
          <w:noProof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7270535</wp:posOffset>
            </wp:positionH>
            <wp:positionV relativeFrom="paragraph">
              <wp:posOffset>3121572</wp:posOffset>
            </wp:positionV>
            <wp:extent cx="1727130" cy="1765738"/>
            <wp:effectExtent l="19050" t="0" r="6420" b="0"/>
            <wp:wrapNone/>
            <wp:docPr id="2" name="Picture 2" descr="C:\Documents and Settings\Lorie\Local Settings\Temporary Internet Files\Content.IE5\FQYGDWGK\MC90019088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orie\Local Settings\Temporary Internet Files\Content.IE5\FQYGDWGK\MC900190887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073" cy="1770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-819807</wp:posOffset>
            </wp:positionH>
            <wp:positionV relativeFrom="paragraph">
              <wp:posOffset>-756745</wp:posOffset>
            </wp:positionV>
            <wp:extent cx="1576552" cy="1560786"/>
            <wp:effectExtent l="0" t="0" r="4598" b="0"/>
            <wp:wrapNone/>
            <wp:docPr id="1" name="Picture 1" descr="C:\Documents and Settings\Lorie\Local Settings\Temporary Internet Files\Content.IE5\3H2N86DF\MC90012857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orie\Local Settings\Temporary Internet Files\Content.IE5\3H2N86DF\MC90012857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6552" cy="1560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1613535</wp:posOffset>
                </wp:positionH>
                <wp:positionV relativeFrom="paragraph">
                  <wp:posOffset>5683250</wp:posOffset>
                </wp:positionV>
                <wp:extent cx="7320915" cy="1816100"/>
                <wp:effectExtent l="7620" t="12700" r="5715" b="952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20915" cy="181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Pr="00A44812" w:rsidRDefault="00A44812">
                            <w:pPr>
                              <w:rPr>
                                <w:rFonts w:ascii="Teen Light" w:hAnsi="Teen Light"/>
                                <w:sz w:val="96"/>
                                <w:szCs w:val="96"/>
                              </w:rPr>
                            </w:pPr>
                            <w:r w:rsidRPr="00A44812">
                              <w:rPr>
                                <w:rFonts w:ascii="Teen Light" w:hAnsi="Teen Light"/>
                                <w:sz w:val="96"/>
                                <w:szCs w:val="96"/>
                              </w:rPr>
                              <w:t xml:space="preserve">Colonial American Timeline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127.05pt;margin-top:447.5pt;width:576.45pt;height:143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">
                <v:textbox style="mso-fit-shape-to-text:t">
                  <w:txbxContent>
                    <w:p w:rsidR="00A44812" w:rsidRPr="00A44812" w:rsidRDefault="00A44812">
                      <w:pPr>
                        <w:rPr>
                          <w:rFonts w:ascii="Teen Light" w:hAnsi="Teen Light"/>
                          <w:sz w:val="96"/>
                          <w:szCs w:val="96"/>
                        </w:rPr>
                      </w:pPr>
                      <w:r w:rsidRPr="00A44812">
                        <w:rPr>
                          <w:rFonts w:ascii="Teen Light" w:hAnsi="Teen Light"/>
                          <w:sz w:val="96"/>
                          <w:szCs w:val="96"/>
                        </w:rPr>
                        <w:t xml:space="preserve">Colonial American Timeline 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6525895</wp:posOffset>
                </wp:positionH>
                <wp:positionV relativeFrom="paragraph">
                  <wp:posOffset>306705</wp:posOffset>
                </wp:positionV>
                <wp:extent cx="2202180" cy="1375410"/>
                <wp:effectExtent l="12065" t="13335" r="5080" b="11430"/>
                <wp:wrapNone/>
                <wp:docPr id="1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2180" cy="137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1776 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Declaration o</w:t>
                            </w: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f Independence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Second Continental Congress declared independence from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Britain.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513.85pt;margin-top:24.15pt;width:173.4pt;height:108.3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 xml:space="preserve">1776 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Declaration o</w:t>
                      </w: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f Independence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Second Continental Congress declared independence from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Britain.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5081270</wp:posOffset>
                </wp:positionH>
                <wp:positionV relativeFrom="paragraph">
                  <wp:posOffset>3495040</wp:posOffset>
                </wp:positionV>
                <wp:extent cx="1932305" cy="1587500"/>
                <wp:effectExtent l="8890" t="8255" r="11430" b="13970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2305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1775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Battle o</w:t>
                            </w: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f Bunker Hill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British took the hill outside Boston but lost many more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soldiers than the American defenders.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400.1pt;margin-top:275.2pt;width:152.15pt;height:12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1775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Battle o</w:t>
                      </w: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f Bunker Hill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British took the hill outside Boston but lost many more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soldiers than the American defenders.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3590925</wp:posOffset>
                </wp:positionH>
                <wp:positionV relativeFrom="paragraph">
                  <wp:posOffset>-551815</wp:posOffset>
                </wp:positionV>
                <wp:extent cx="1962785" cy="2649220"/>
                <wp:effectExtent l="9525" t="10795" r="8890" b="698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785" cy="2649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1775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Lexington </w:t>
                            </w:r>
                            <w:r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nd Concord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Paul Revere rode to warn the Sons of Liberty that British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soldiers were marching to Lexington. The first shots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were fired at Lexington and Minute Men forced the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British to retreat to Boston after the battle at Concord.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282.75pt;margin-top:-43.45pt;width:154.55pt;height:208.6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1775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 xml:space="preserve">Lexington </w:t>
                      </w:r>
                      <w:r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a</w:t>
                      </w: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nd Concord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Paul Revere rode to warn the Sons of Liberty that British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soldiers were marching to Lexington. The first shots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were fired at Lexington and Minute Men forced the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British to retreat to Boston after the battle at Concord.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3489325</wp:posOffset>
                </wp:positionV>
                <wp:extent cx="1640840" cy="1162685"/>
                <wp:effectExtent l="10160" t="6350" r="6350" b="12065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0840" cy="1162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1773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Boston Tea Party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Sons of Liberty dumped shipload of tea into the harbor.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81.15pt;margin-top:274.75pt;width:129.2pt;height:91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1773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Boston Tea Party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Sons of Liberty dumped shipload of tea into the harbor.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831850</wp:posOffset>
                </wp:positionH>
                <wp:positionV relativeFrom="paragraph">
                  <wp:posOffset>5080</wp:posOffset>
                </wp:positionV>
                <wp:extent cx="1900555" cy="1587500"/>
                <wp:effectExtent l="6350" t="10160" r="7620" b="12065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0555" cy="158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1770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Boston Massacre</w:t>
                            </w:r>
                          </w:p>
                          <w:p w:rsidR="00A44812" w:rsidRP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British troops fired on a crowd killing five. Troops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withdrew to islands in the harbor to avoid more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bloodshed.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65.5pt;margin-top:.4pt;width:149.65pt;height:12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1770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Boston Massacre</w:t>
                      </w:r>
                    </w:p>
                    <w:p w:rsidR="00A44812" w:rsidRP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British troops fired on a crowd killing five. Troops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withdrew to islands in the harbor to avoid more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bloodshed.</w:t>
                      </w: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3336925</wp:posOffset>
                </wp:positionV>
                <wp:extent cx="1699895" cy="2335530"/>
                <wp:effectExtent l="10160" t="6350" r="13970" b="1079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9895" cy="2335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812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1767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Semibold"/>
                                <w:b/>
                                <w:bCs/>
                                <w:sz w:val="24"/>
                                <w:szCs w:val="24"/>
                              </w:rPr>
                              <w:t>Townshend Acts</w:t>
                            </w:r>
                          </w:p>
                          <w:p w:rsidR="00A44812" w:rsidRPr="00BF35B3" w:rsidRDefault="00A44812" w:rsidP="00A4481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</w:pP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Parliament passed a tax on imports of glass, lead, paints, paper, and tea. Colonists</w:t>
                            </w:r>
                            <w:r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F35B3">
                              <w:rPr>
                                <w:rFonts w:ascii="Comic Sans MS" w:hAnsi="Comic Sans MS" w:cs="ACaslon-Regular"/>
                                <w:sz w:val="24"/>
                                <w:szCs w:val="24"/>
                              </w:rPr>
                              <w:t>organized and refused to import British goods.</w:t>
                            </w:r>
                          </w:p>
                          <w:p w:rsidR="00A44812" w:rsidRDefault="00A44812" w:rsidP="00A4481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2" type="#_x0000_t202" style="position:absolute;margin-left:-23.6pt;margin-top:262.75pt;width:133.85pt;height:183.9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">
                <v:textbox style="mso-fit-shape-to-text:t">
                  <w:txbxContent>
                    <w:p w:rsidR="00A44812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1767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Semibold"/>
                          <w:b/>
                          <w:bCs/>
                          <w:sz w:val="24"/>
                          <w:szCs w:val="24"/>
                        </w:rPr>
                        <w:t>Townshend Acts</w:t>
                      </w:r>
                    </w:p>
                    <w:p w:rsidR="00A44812" w:rsidRPr="00BF35B3" w:rsidRDefault="00A44812" w:rsidP="00A4481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</w:pP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Parliament passed a tax on imports of glass, lead, paints, paper, and tea. Colonists</w:t>
                      </w:r>
                      <w:r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 xml:space="preserve"> </w:t>
                      </w:r>
                      <w:r w:rsidRPr="00BF35B3">
                        <w:rPr>
                          <w:rFonts w:ascii="Comic Sans MS" w:hAnsi="Comic Sans MS" w:cs="ACaslon-Regular"/>
                          <w:sz w:val="24"/>
                          <w:szCs w:val="24"/>
                        </w:rPr>
                        <w:t>organized and refused to import British goods.</w:t>
                      </w:r>
                    </w:p>
                    <w:p w:rsidR="00A44812" w:rsidRDefault="00A44812" w:rsidP="00A4481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2354580</wp:posOffset>
                </wp:positionV>
                <wp:extent cx="0" cy="1134745"/>
                <wp:effectExtent l="10160" t="11430" r="8890" b="635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248.3pt;margin-top:185.4pt;width:0;height:8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1603375</wp:posOffset>
                </wp:positionV>
                <wp:extent cx="0" cy="1134745"/>
                <wp:effectExtent l="13335" t="12700" r="5715" b="508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355.05pt;margin-top:126.25pt;width:0;height:8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6054090</wp:posOffset>
                </wp:positionH>
                <wp:positionV relativeFrom="paragraph">
                  <wp:posOffset>2354580</wp:posOffset>
                </wp:positionV>
                <wp:extent cx="0" cy="1134745"/>
                <wp:effectExtent l="5715" t="11430" r="13335" b="6350"/>
                <wp:wrapNone/>
                <wp:docPr id="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type="#_x0000_t32" style="position:absolute;margin-left:476.7pt;margin-top:185.4pt;width:0;height:8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1765935</wp:posOffset>
                </wp:positionH>
                <wp:positionV relativeFrom="paragraph">
                  <wp:posOffset>1603375</wp:posOffset>
                </wp:positionV>
                <wp:extent cx="0" cy="1134745"/>
                <wp:effectExtent l="13335" t="12700" r="5715" b="508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139.05pt;margin-top:126.25pt;width:0;height:8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7599045</wp:posOffset>
                </wp:positionH>
                <wp:positionV relativeFrom="paragraph">
                  <wp:posOffset>1682115</wp:posOffset>
                </wp:positionV>
                <wp:extent cx="0" cy="1134745"/>
                <wp:effectExtent l="7620" t="5715" r="11430" b="12065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598.35pt;margin-top:132.45pt;width:0;height:8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520065</wp:posOffset>
                </wp:positionH>
                <wp:positionV relativeFrom="paragraph">
                  <wp:posOffset>2202180</wp:posOffset>
                </wp:positionV>
                <wp:extent cx="0" cy="1134745"/>
                <wp:effectExtent l="5715" t="11430" r="13335" b="63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347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40.95pt;margin-top:173.4pt;width:0;height:8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"/>
            </w:pict>
          </mc:Fallback>
        </mc:AlternateContent>
      </w:r>
      <w:r w:rsidR="0068601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2506980</wp:posOffset>
                </wp:positionV>
                <wp:extent cx="8923655" cy="0"/>
                <wp:effectExtent l="5080" t="11430" r="5715" b="762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23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type="#_x0000_t32" style="position:absolute;margin-left:-23.6pt;margin-top:197.4pt;width:702.6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"/>
            </w:pict>
          </mc:Fallback>
        </mc:AlternateContent>
      </w:r>
    </w:p>
    <w:sectPr w:rsidR="00A37776" w:rsidSect="00A4481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een Light">
    <w:altName w:val="Courier New"/>
    <w:charset w:val="00"/>
    <w:family w:val="auto"/>
    <w:pitch w:val="variable"/>
    <w:sig w:usb0="00000001" w:usb1="0000000A" w:usb2="00000000" w:usb3="00000000" w:csb0="00000193" w:csb1="00000000"/>
  </w:font>
  <w:font w:name="ACaslon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812"/>
    <w:rsid w:val="000F4439"/>
    <w:rsid w:val="0038381B"/>
    <w:rsid w:val="004448EA"/>
    <w:rsid w:val="0068601F"/>
    <w:rsid w:val="0076247C"/>
    <w:rsid w:val="00A37776"/>
    <w:rsid w:val="00A44812"/>
    <w:rsid w:val="00DD4313"/>
    <w:rsid w:val="00EF21B2"/>
    <w:rsid w:val="00FD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4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8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6FC77F-9F59-4D86-85CC-E0841CE28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DAD88AB7.dotm</Template>
  <TotalTime>1</TotalTime>
  <Pages>2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Lorie</dc:creator>
  <cp:lastModifiedBy>billinj</cp:lastModifiedBy>
  <cp:revision>2</cp:revision>
  <dcterms:created xsi:type="dcterms:W3CDTF">2012-07-25T17:45:00Z</dcterms:created>
  <dcterms:modified xsi:type="dcterms:W3CDTF">2012-07-25T17:45:00Z</dcterms:modified>
</cp:coreProperties>
</file>